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7C76D9" w14:textId="06077EE4" w:rsidR="000C4A70" w:rsidRPr="006041E6" w:rsidRDefault="000C4A70" w:rsidP="006041E6">
      <w:pPr>
        <w:pStyle w:val="Untertitel"/>
        <w:rPr>
          <w:sz w:val="28"/>
          <w:szCs w:val="28"/>
        </w:rPr>
      </w:pPr>
      <w:r w:rsidRPr="00D14DDE">
        <w:rPr>
          <w:sz w:val="28"/>
          <w:szCs w:val="28"/>
        </w:rPr>
        <w:t xml:space="preserve">Öffne in </w:t>
      </w:r>
      <w:proofErr w:type="spellStart"/>
      <w:r w:rsidRPr="00D14DDE">
        <w:rPr>
          <w:sz w:val="28"/>
          <w:szCs w:val="28"/>
        </w:rPr>
        <w:t>Scratch</w:t>
      </w:r>
      <w:proofErr w:type="spellEnd"/>
      <w:r w:rsidRPr="00D14DDE">
        <w:rPr>
          <w:sz w:val="28"/>
          <w:szCs w:val="28"/>
        </w:rPr>
        <w:t xml:space="preserve"> die Datei „</w:t>
      </w:r>
      <w:r w:rsidR="009B4F79">
        <w:rPr>
          <w:sz w:val="28"/>
          <w:szCs w:val="28"/>
        </w:rPr>
        <w:t>Weihnacht_Vorlage</w:t>
      </w:r>
      <w:r w:rsidRPr="00D14DDE">
        <w:rPr>
          <w:sz w:val="28"/>
          <w:szCs w:val="28"/>
        </w:rPr>
        <w:t>.sb</w:t>
      </w:r>
      <w:r w:rsidR="00BF5967">
        <w:rPr>
          <w:sz w:val="28"/>
          <w:szCs w:val="28"/>
        </w:rPr>
        <w:t>2</w:t>
      </w:r>
      <w:r w:rsidRPr="00D14DDE">
        <w:rPr>
          <w:sz w:val="28"/>
          <w:szCs w:val="28"/>
        </w:rPr>
        <w:t>“.</w:t>
      </w:r>
    </w:p>
    <w:p w14:paraId="1BE82D63" w14:textId="77777777" w:rsidR="000C4A70" w:rsidRDefault="000C4A70" w:rsidP="00E82674">
      <w:pPr>
        <w:pStyle w:val="Untertitel"/>
      </w:pPr>
      <w:r>
        <w:t>Aufgabenstellung</w:t>
      </w:r>
    </w:p>
    <w:p w14:paraId="3521FE8A" w14:textId="3BC4681B" w:rsidR="000C4A70" w:rsidRDefault="000C4A70" w:rsidP="000C4A70">
      <w:pPr>
        <w:pStyle w:val="Listenabsatz"/>
        <w:numPr>
          <w:ilvl w:val="0"/>
          <w:numId w:val="6"/>
        </w:numPr>
        <w:spacing w:line="276" w:lineRule="auto"/>
      </w:pPr>
      <w:r>
        <w:t>Starte das Programm mit der grünen Flagge</w:t>
      </w:r>
      <w:r w:rsidR="009B4F79">
        <w:t>.</w:t>
      </w:r>
      <w:r>
        <w:t xml:space="preserve"> </w:t>
      </w:r>
    </w:p>
    <w:p w14:paraId="742ECA39" w14:textId="77777777" w:rsidR="000C4A70" w:rsidRDefault="000C4A70" w:rsidP="006041E6">
      <w:pPr>
        <w:pStyle w:val="Listenabsatz"/>
        <w:numPr>
          <w:ilvl w:val="0"/>
          <w:numId w:val="6"/>
        </w:numPr>
        <w:spacing w:line="480" w:lineRule="auto"/>
      </w:pPr>
      <w:r>
        <w:t>Beschreibe den Programmablauf.</w:t>
      </w:r>
    </w:p>
    <w:p w14:paraId="4210E198" w14:textId="77777777" w:rsidR="000C4A70" w:rsidRDefault="000C4A70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1CAB6BD9" w14:textId="77777777" w:rsidR="000C4A70" w:rsidRDefault="000C4A70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77551F52" w14:textId="77777777" w:rsidR="000C4A70" w:rsidRDefault="000C4A70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179F9589" w14:textId="77777777" w:rsidR="000C4A70" w:rsidRDefault="000C4A70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60386F47" w14:textId="77777777" w:rsidR="000C4A70" w:rsidRDefault="000C4A70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7011CDB5" w14:textId="77777777" w:rsidR="000C4A70" w:rsidRDefault="000C4A70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760D8D90" w14:textId="77777777" w:rsidR="00AC7B6C" w:rsidRDefault="00AC7B6C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00FCD46A" w14:textId="77777777" w:rsidR="00AC7B6C" w:rsidRDefault="00AC7B6C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7E6D86CC" w14:textId="77777777" w:rsidR="000C4A70" w:rsidRDefault="000C4A70" w:rsidP="000C4A70">
      <w:pPr>
        <w:tabs>
          <w:tab w:val="left" w:pos="284"/>
          <w:tab w:val="left" w:leader="underscore" w:pos="8789"/>
        </w:tabs>
        <w:spacing w:line="276" w:lineRule="auto"/>
      </w:pPr>
    </w:p>
    <w:p w14:paraId="52034008" w14:textId="781D896F" w:rsidR="009B4F79" w:rsidRDefault="009B4F79" w:rsidP="002A1C14">
      <w:pPr>
        <w:pStyle w:val="Listenabsatz"/>
        <w:numPr>
          <w:ilvl w:val="0"/>
          <w:numId w:val="6"/>
        </w:numPr>
        <w:spacing w:line="276" w:lineRule="auto"/>
      </w:pPr>
      <w:r>
        <w:t xml:space="preserve">Schaue dir das Skript des Schneemanns und untersuche wie </w:t>
      </w:r>
      <w:r w:rsidR="00E36E3B">
        <w:t>die Armbewegung zustande kommt.</w:t>
      </w:r>
      <w:r>
        <w:t xml:space="preserve"> </w:t>
      </w:r>
    </w:p>
    <w:p w14:paraId="28DADA3D" w14:textId="5F6C2313" w:rsidR="009B4F79" w:rsidRDefault="009B4F79" w:rsidP="002A1C14">
      <w:pPr>
        <w:pStyle w:val="Listenabsatz"/>
        <w:numPr>
          <w:ilvl w:val="0"/>
          <w:numId w:val="6"/>
        </w:numPr>
        <w:spacing w:line="276" w:lineRule="auto"/>
      </w:pPr>
      <w:r>
        <w:t>Füge ein neues Objekt „Penguin3“ ein und gestalte mithilfe seiner anderen Kostüme eine Bewegung.</w:t>
      </w:r>
      <w:r w:rsidR="00E36E3B">
        <w:t xml:space="preserve"> Worauf musst du achten?</w:t>
      </w:r>
    </w:p>
    <w:p w14:paraId="7A490C5C" w14:textId="30B21BFB" w:rsidR="00E36E3B" w:rsidRDefault="00E36E3B" w:rsidP="00E36E3B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31B2BAB9" w14:textId="3BE83EAE" w:rsidR="00E36E3B" w:rsidRDefault="00E36E3B" w:rsidP="00E36E3B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30A52A73" w14:textId="4DB05744" w:rsidR="00E36E3B" w:rsidRDefault="00E36E3B" w:rsidP="00E36E3B">
      <w:pPr>
        <w:pStyle w:val="Listenabsatz"/>
        <w:numPr>
          <w:ilvl w:val="0"/>
          <w:numId w:val="6"/>
        </w:numPr>
        <w:spacing w:line="276" w:lineRule="auto"/>
      </w:pPr>
      <w:r>
        <w:t>Verändere das Skript, so dass der Pinguin auf seinen Schlittschuhen hin- und hergleitet.</w:t>
      </w:r>
    </w:p>
    <w:sectPr w:rsidR="00E36E3B" w:rsidSect="00BF59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E15A07" w14:textId="77777777" w:rsidR="007636BA" w:rsidRDefault="007636BA" w:rsidP="0009662C">
      <w:r>
        <w:separator/>
      </w:r>
    </w:p>
  </w:endnote>
  <w:endnote w:type="continuationSeparator" w:id="0">
    <w:p w14:paraId="661079EF" w14:textId="77777777" w:rsidR="007636BA" w:rsidRDefault="007636BA" w:rsidP="00096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PMingLiU"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4E2D40" w14:textId="77777777" w:rsidR="007C7778" w:rsidRDefault="007C7778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846F4D" w14:textId="0A4AEFE8" w:rsidR="003C62E6" w:rsidRPr="009A36C5" w:rsidRDefault="003C62E6" w:rsidP="009A36C5">
    <w:pPr>
      <w:pStyle w:val="Fuzeile"/>
      <w:pBdr>
        <w:top w:val="single" w:sz="4" w:space="4" w:color="auto"/>
      </w:pBdr>
      <w:tabs>
        <w:tab w:val="left" w:pos="2066"/>
      </w:tabs>
      <w:jc w:val="center"/>
      <w:rPr>
        <w:rFonts w:asciiTheme="minorHAnsi" w:hAnsiTheme="minorHAnsi"/>
        <w:sz w:val="16"/>
        <w:szCs w:val="16"/>
      </w:rPr>
    </w:pPr>
    <w:bookmarkStart w:id="0" w:name="_GoBack"/>
    <w:bookmarkEnd w:id="0"/>
    <w:r w:rsidRPr="009A36C5">
      <w:rPr>
        <w:rFonts w:asciiTheme="minorHAnsi" w:hAnsiTheme="minorHAnsi"/>
        <w:sz w:val="16"/>
        <w:szCs w:val="16"/>
      </w:rPr>
      <w:t>©</w:t>
    </w:r>
    <w:r>
      <w:rPr>
        <w:rFonts w:asciiTheme="minorHAnsi" w:hAnsiTheme="minorHAnsi"/>
        <w:sz w:val="16"/>
        <w:szCs w:val="16"/>
      </w:rPr>
      <w:t xml:space="preserve"> </w:t>
    </w:r>
    <w:r w:rsidR="005040CF">
      <w:rPr>
        <w:rFonts w:asciiTheme="minorHAnsi" w:hAnsiTheme="minorHAnsi"/>
        <w:sz w:val="16"/>
        <w:szCs w:val="16"/>
      </w:rPr>
      <w:t>Schule am Bodden</w:t>
    </w:r>
    <w:r w:rsidR="00EA0EB7">
      <w:rPr>
        <w:rFonts w:asciiTheme="minorHAnsi" w:hAnsiTheme="minorHAnsi"/>
        <w:sz w:val="16"/>
        <w:szCs w:val="16"/>
      </w:rPr>
      <w:t xml:space="preserve"> · Version vom </w:t>
    </w:r>
    <w:r w:rsidR="00EA0EB7" w:rsidRPr="00EA0EB7">
      <w:rPr>
        <w:rFonts w:asciiTheme="minorHAnsi" w:hAnsiTheme="minorHAnsi"/>
        <w:sz w:val="16"/>
        <w:szCs w:val="16"/>
      </w:rPr>
      <w:t>13.9.2016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C35F8A" w14:textId="77777777" w:rsidR="007C7778" w:rsidRDefault="007C7778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7134A0" w14:textId="77777777" w:rsidR="007636BA" w:rsidRDefault="007636BA" w:rsidP="0009662C">
      <w:r>
        <w:separator/>
      </w:r>
    </w:p>
  </w:footnote>
  <w:footnote w:type="continuationSeparator" w:id="0">
    <w:p w14:paraId="44F94717" w14:textId="77777777" w:rsidR="007636BA" w:rsidRDefault="007636BA" w:rsidP="0009662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461"/>
      <w:gridCol w:w="8841"/>
    </w:tblGrid>
    <w:tr w:rsidR="003C62E6" w:rsidRPr="00DB639B" w14:paraId="122F5250" w14:textId="77777777" w:rsidTr="00E93198">
      <w:tc>
        <w:tcPr>
          <w:tcW w:w="248" w:type="pct"/>
          <w:tcBorders>
            <w:bottom w:val="single" w:sz="4" w:space="0" w:color="943634" w:themeColor="accent2" w:themeShade="BF"/>
          </w:tcBorders>
          <w:shd w:val="clear" w:color="auto" w:fill="943634" w:themeFill="accent2" w:themeFillShade="BF"/>
          <w:vAlign w:val="bottom"/>
        </w:tcPr>
        <w:p w14:paraId="5E670B51" w14:textId="77777777" w:rsidR="003C62E6" w:rsidRDefault="003C62E6">
          <w:pPr>
            <w:pStyle w:val="Kopfzeile"/>
            <w:jc w:val="center"/>
            <w:rPr>
              <w:rFonts w:ascii="Calibri" w:hAnsi="Calibri"/>
              <w:b/>
              <w:color w:val="FFFFFF" w:themeColor="background1"/>
            </w:rPr>
          </w:pPr>
          <w:r>
            <w:rPr>
              <w:rFonts w:ascii="Calibri" w:hAnsi="Calibri"/>
              <w:b/>
              <w:color w:val="FFFFFF" w:themeColor="background1"/>
            </w:rPr>
            <w:fldChar w:fldCharType="begin"/>
          </w:r>
          <w:r>
            <w:rPr>
              <w:rFonts w:ascii="Calibri" w:hAnsi="Calibri"/>
              <w:b/>
              <w:color w:val="FFFFFF" w:themeColor="background1"/>
            </w:rPr>
            <w:instrText>PAGE   \* MERGEFORMAT</w:instrText>
          </w:r>
          <w:r>
            <w:rPr>
              <w:rFonts w:ascii="Calibri" w:hAnsi="Calibri"/>
              <w:b/>
              <w:color w:val="FFFFFF" w:themeColor="background1"/>
            </w:rPr>
            <w:fldChar w:fldCharType="separate"/>
          </w:r>
          <w:r w:rsidR="00BF5967">
            <w:rPr>
              <w:rFonts w:ascii="Calibri" w:hAnsi="Calibri"/>
              <w:b/>
              <w:noProof/>
              <w:color w:val="FFFFFF" w:themeColor="background1"/>
            </w:rPr>
            <w:t>2</w:t>
          </w:r>
          <w:r>
            <w:rPr>
              <w:rFonts w:ascii="Calibri" w:hAnsi="Calibri"/>
              <w:b/>
              <w:color w:val="FFFFFF" w:themeColor="background1"/>
            </w:rPr>
            <w:fldChar w:fldCharType="end"/>
          </w:r>
        </w:p>
      </w:tc>
      <w:tc>
        <w:tcPr>
          <w:tcW w:w="4752" w:type="pct"/>
          <w:tcBorders>
            <w:bottom w:val="single" w:sz="4" w:space="0" w:color="auto"/>
          </w:tcBorders>
          <w:vAlign w:val="bottom"/>
        </w:tcPr>
        <w:p w14:paraId="322A0C87" w14:textId="77777777" w:rsidR="003C62E6" w:rsidRDefault="003C62E6">
          <w:pPr>
            <w:pStyle w:val="Kopfzeile"/>
            <w:rPr>
              <w:rFonts w:ascii="Calibri" w:hAnsi="Calibri"/>
              <w:bCs/>
              <w:color w:val="000000" w:themeColor="text1"/>
            </w:rPr>
          </w:pPr>
          <w:r>
            <w:rPr>
              <w:rFonts w:ascii="Calibri" w:hAnsi="Calibri"/>
              <w:b/>
              <w:bCs/>
              <w:color w:val="000000" w:themeColor="text1"/>
            </w:rPr>
            <w:t>[</w:t>
          </w:r>
          <w:sdt>
            <w:sdtPr>
              <w:rPr>
                <w:rFonts w:ascii="Calibri" w:hAnsi="Calibri"/>
                <w:b/>
                <w:bCs/>
                <w:caps/>
                <w:color w:val="000000" w:themeColor="text1"/>
              </w:rPr>
              <w:alias w:val="[Titel]"/>
              <w:id w:val="171999499"/>
              <w:placeholder>
                <w:docPart w:val="E1D00ACA2DD5E649A9CE9EEAAE7F2ACB"/>
              </w:placeholder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9555DB">
                <w:rPr>
                  <w:b/>
                  <w:bCs/>
                  <w:caps/>
                </w:rPr>
                <w:t>Geben Sie den Dokumenttitel ein</w:t>
              </w:r>
            </w:sdtContent>
          </w:sdt>
          <w:r>
            <w:rPr>
              <w:rFonts w:ascii="Calibri" w:hAnsi="Calibri"/>
              <w:b/>
              <w:bCs/>
              <w:color w:val="000000" w:themeColor="text1"/>
            </w:rPr>
            <w:t>]</w:t>
          </w:r>
        </w:p>
      </w:tc>
    </w:tr>
  </w:tbl>
  <w:p w14:paraId="3C75948A" w14:textId="77777777" w:rsidR="003C62E6" w:rsidRDefault="003C62E6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F12D4A" w14:textId="77777777" w:rsidR="00C11048" w:rsidRDefault="003C62E6" w:rsidP="00806CF6">
    <w:pPr>
      <w:pStyle w:val="Kopfzeile"/>
      <w:pBdr>
        <w:bottom w:val="single" w:sz="4" w:space="1" w:color="auto"/>
      </w:pBdr>
      <w:tabs>
        <w:tab w:val="clear" w:pos="4536"/>
        <w:tab w:val="clear" w:pos="9072"/>
        <w:tab w:val="left" w:pos="709"/>
        <w:tab w:val="right" w:pos="8222"/>
      </w:tabs>
      <w:spacing w:line="276" w:lineRule="aut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936C122" wp14:editId="749C22E5">
          <wp:simplePos x="0" y="0"/>
          <wp:positionH relativeFrom="margin">
            <wp:posOffset>-228600</wp:posOffset>
          </wp:positionH>
          <wp:positionV relativeFrom="paragraph">
            <wp:posOffset>-313690</wp:posOffset>
          </wp:positionV>
          <wp:extent cx="571500" cy="763924"/>
          <wp:effectExtent l="0" t="0" r="0" b="0"/>
          <wp:wrapNone/>
          <wp:docPr id="4" name="Bild 1" descr="schulstempel_e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chulstempel_end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4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8" r="9229" b="15211"/>
                  <a:stretch>
                    <a:fillRect/>
                  </a:stretch>
                </pic:blipFill>
                <pic:spPr bwMode="auto">
                  <a:xfrm>
                    <a:off x="0" y="0"/>
                    <a:ext cx="571514" cy="7639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="00C11048">
      <w:t>Name:</w:t>
    </w:r>
    <w:r w:rsidR="00C11048">
      <w:tab/>
      <w:t>Neuenkirchen, den</w:t>
    </w:r>
  </w:p>
  <w:p w14:paraId="3C6326A8" w14:textId="77777777" w:rsidR="003C62E6" w:rsidRPr="009A36C5" w:rsidRDefault="00C11048" w:rsidP="00806CF6">
    <w:pPr>
      <w:pStyle w:val="Kopfzeile"/>
      <w:pBdr>
        <w:bottom w:val="single" w:sz="4" w:space="1" w:color="auto"/>
      </w:pBdr>
      <w:tabs>
        <w:tab w:val="clear" w:pos="4536"/>
        <w:tab w:val="clear" w:pos="9072"/>
        <w:tab w:val="left" w:pos="709"/>
        <w:tab w:val="right" w:pos="8222"/>
      </w:tabs>
      <w:spacing w:line="276" w:lineRule="auto"/>
      <w:rPr>
        <w:rFonts w:asciiTheme="minorHAnsi" w:hAnsiTheme="minorHAnsi"/>
        <w:b/>
        <w:sz w:val="20"/>
        <w:szCs w:val="20"/>
      </w:rPr>
    </w:pPr>
    <w:r>
      <w:tab/>
      <w:t>Arbeitsauftrag:</w:t>
    </w:r>
    <w:r w:rsidR="003C62E6" w:rsidRPr="009A36C5">
      <w:rPr>
        <w:rFonts w:asciiTheme="minorHAnsi" w:hAnsiTheme="minorHAnsi"/>
        <w:b/>
      </w:rPr>
      <w:tab/>
    </w:r>
    <w:r w:rsidR="003C62E6" w:rsidRPr="009A36C5">
      <w:rPr>
        <w:rFonts w:asciiTheme="minorHAnsi" w:hAnsiTheme="minorHAnsi"/>
        <w:b/>
        <w:sz w:val="20"/>
        <w:szCs w:val="20"/>
      </w:rPr>
      <w:tab/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589461" w14:textId="77777777" w:rsidR="007C7778" w:rsidRDefault="007C7778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FA0623"/>
    <w:multiLevelType w:val="hybridMultilevel"/>
    <w:tmpl w:val="53A2EEC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8C2325"/>
    <w:multiLevelType w:val="hybridMultilevel"/>
    <w:tmpl w:val="010C6E7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EA34FA5"/>
    <w:multiLevelType w:val="hybridMultilevel"/>
    <w:tmpl w:val="4CF6124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9AE02AB"/>
    <w:multiLevelType w:val="hybridMultilevel"/>
    <w:tmpl w:val="02A851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7563DC"/>
    <w:multiLevelType w:val="hybridMultilevel"/>
    <w:tmpl w:val="59B4D5B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90E0DE7"/>
    <w:multiLevelType w:val="hybridMultilevel"/>
    <w:tmpl w:val="1BDE95D0"/>
    <w:lvl w:ilvl="0" w:tplc="608A04B6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77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A70"/>
    <w:rsid w:val="0000706C"/>
    <w:rsid w:val="000076FF"/>
    <w:rsid w:val="00012B3F"/>
    <w:rsid w:val="000161E9"/>
    <w:rsid w:val="000230F0"/>
    <w:rsid w:val="00026807"/>
    <w:rsid w:val="0003562E"/>
    <w:rsid w:val="00040548"/>
    <w:rsid w:val="000549CB"/>
    <w:rsid w:val="00070E53"/>
    <w:rsid w:val="00085C6C"/>
    <w:rsid w:val="00091B7D"/>
    <w:rsid w:val="0009440D"/>
    <w:rsid w:val="0009662C"/>
    <w:rsid w:val="000A227D"/>
    <w:rsid w:val="000A4F8D"/>
    <w:rsid w:val="000C4A70"/>
    <w:rsid w:val="000C6EE1"/>
    <w:rsid w:val="000D59DF"/>
    <w:rsid w:val="000F024E"/>
    <w:rsid w:val="000F3276"/>
    <w:rsid w:val="00112612"/>
    <w:rsid w:val="0011301E"/>
    <w:rsid w:val="00113B36"/>
    <w:rsid w:val="00126141"/>
    <w:rsid w:val="00130FE6"/>
    <w:rsid w:val="00151CF4"/>
    <w:rsid w:val="00165DA1"/>
    <w:rsid w:val="001747AE"/>
    <w:rsid w:val="001754F2"/>
    <w:rsid w:val="00181BF7"/>
    <w:rsid w:val="00194997"/>
    <w:rsid w:val="00197AFF"/>
    <w:rsid w:val="001A6C45"/>
    <w:rsid w:val="001A7DFD"/>
    <w:rsid w:val="001D5D2E"/>
    <w:rsid w:val="001F3FB3"/>
    <w:rsid w:val="00201D07"/>
    <w:rsid w:val="002335A9"/>
    <w:rsid w:val="00233C23"/>
    <w:rsid w:val="00236489"/>
    <w:rsid w:val="0025351A"/>
    <w:rsid w:val="00274970"/>
    <w:rsid w:val="00275EFA"/>
    <w:rsid w:val="00286190"/>
    <w:rsid w:val="00290ED2"/>
    <w:rsid w:val="002A07B2"/>
    <w:rsid w:val="002A63BE"/>
    <w:rsid w:val="002B2598"/>
    <w:rsid w:val="002D545C"/>
    <w:rsid w:val="002D6AE9"/>
    <w:rsid w:val="002E4D44"/>
    <w:rsid w:val="002F2084"/>
    <w:rsid w:val="003016CC"/>
    <w:rsid w:val="00303FF8"/>
    <w:rsid w:val="00306FFC"/>
    <w:rsid w:val="00313CB1"/>
    <w:rsid w:val="003179C3"/>
    <w:rsid w:val="00322BBF"/>
    <w:rsid w:val="00326142"/>
    <w:rsid w:val="00332CC0"/>
    <w:rsid w:val="00341C26"/>
    <w:rsid w:val="003929E4"/>
    <w:rsid w:val="00392E0D"/>
    <w:rsid w:val="003A03A6"/>
    <w:rsid w:val="003A1F70"/>
    <w:rsid w:val="003B1949"/>
    <w:rsid w:val="003B7445"/>
    <w:rsid w:val="003C43AE"/>
    <w:rsid w:val="003C62E6"/>
    <w:rsid w:val="003E31A3"/>
    <w:rsid w:val="003E46FE"/>
    <w:rsid w:val="003E52EC"/>
    <w:rsid w:val="003F1970"/>
    <w:rsid w:val="00402E91"/>
    <w:rsid w:val="00405B3F"/>
    <w:rsid w:val="0041133C"/>
    <w:rsid w:val="00415A51"/>
    <w:rsid w:val="004574DF"/>
    <w:rsid w:val="00462931"/>
    <w:rsid w:val="00462DFA"/>
    <w:rsid w:val="004669EC"/>
    <w:rsid w:val="00470AE2"/>
    <w:rsid w:val="00490995"/>
    <w:rsid w:val="004A446C"/>
    <w:rsid w:val="004B06EC"/>
    <w:rsid w:val="004B4D66"/>
    <w:rsid w:val="004B7869"/>
    <w:rsid w:val="004D638E"/>
    <w:rsid w:val="004D6D7D"/>
    <w:rsid w:val="004E203E"/>
    <w:rsid w:val="004E694F"/>
    <w:rsid w:val="004F0C8B"/>
    <w:rsid w:val="004F1EDE"/>
    <w:rsid w:val="004F7060"/>
    <w:rsid w:val="005040CF"/>
    <w:rsid w:val="005105C7"/>
    <w:rsid w:val="0051315C"/>
    <w:rsid w:val="0053607A"/>
    <w:rsid w:val="00541D34"/>
    <w:rsid w:val="00543CE3"/>
    <w:rsid w:val="005568F7"/>
    <w:rsid w:val="005656BB"/>
    <w:rsid w:val="005719DD"/>
    <w:rsid w:val="0058739D"/>
    <w:rsid w:val="00587564"/>
    <w:rsid w:val="005919E9"/>
    <w:rsid w:val="00593E4C"/>
    <w:rsid w:val="005D1480"/>
    <w:rsid w:val="005F4402"/>
    <w:rsid w:val="006009A8"/>
    <w:rsid w:val="006041E6"/>
    <w:rsid w:val="006062D7"/>
    <w:rsid w:val="00637949"/>
    <w:rsid w:val="0064139F"/>
    <w:rsid w:val="00643D79"/>
    <w:rsid w:val="006566BB"/>
    <w:rsid w:val="0067234D"/>
    <w:rsid w:val="00672553"/>
    <w:rsid w:val="00672EF3"/>
    <w:rsid w:val="00696219"/>
    <w:rsid w:val="006B70C1"/>
    <w:rsid w:val="006D1C84"/>
    <w:rsid w:val="006F4832"/>
    <w:rsid w:val="00706365"/>
    <w:rsid w:val="00710048"/>
    <w:rsid w:val="00713935"/>
    <w:rsid w:val="00716CD3"/>
    <w:rsid w:val="00717D47"/>
    <w:rsid w:val="007204E7"/>
    <w:rsid w:val="00736404"/>
    <w:rsid w:val="0073693E"/>
    <w:rsid w:val="007478FB"/>
    <w:rsid w:val="00760E91"/>
    <w:rsid w:val="007636BA"/>
    <w:rsid w:val="00770858"/>
    <w:rsid w:val="00782EA7"/>
    <w:rsid w:val="007A508C"/>
    <w:rsid w:val="007A6B16"/>
    <w:rsid w:val="007B2031"/>
    <w:rsid w:val="007B3AC4"/>
    <w:rsid w:val="007B586A"/>
    <w:rsid w:val="007B5E7C"/>
    <w:rsid w:val="007C1D1B"/>
    <w:rsid w:val="007C4974"/>
    <w:rsid w:val="007C7778"/>
    <w:rsid w:val="007E4CF1"/>
    <w:rsid w:val="00801D64"/>
    <w:rsid w:val="00806C3A"/>
    <w:rsid w:val="00806CF6"/>
    <w:rsid w:val="00815A6F"/>
    <w:rsid w:val="008309D7"/>
    <w:rsid w:val="00832C98"/>
    <w:rsid w:val="00834F98"/>
    <w:rsid w:val="00841D94"/>
    <w:rsid w:val="00842BFB"/>
    <w:rsid w:val="00845384"/>
    <w:rsid w:val="00845AEC"/>
    <w:rsid w:val="00845FC1"/>
    <w:rsid w:val="00852749"/>
    <w:rsid w:val="00882F8B"/>
    <w:rsid w:val="00886030"/>
    <w:rsid w:val="008A06F6"/>
    <w:rsid w:val="008C2BB4"/>
    <w:rsid w:val="008D0515"/>
    <w:rsid w:val="008D48DD"/>
    <w:rsid w:val="008E7F91"/>
    <w:rsid w:val="008F7EDD"/>
    <w:rsid w:val="00912591"/>
    <w:rsid w:val="00934830"/>
    <w:rsid w:val="009472DA"/>
    <w:rsid w:val="009555DB"/>
    <w:rsid w:val="00987068"/>
    <w:rsid w:val="009872BC"/>
    <w:rsid w:val="00995CDA"/>
    <w:rsid w:val="009962FA"/>
    <w:rsid w:val="009A16CE"/>
    <w:rsid w:val="009A2C8B"/>
    <w:rsid w:val="009A36C5"/>
    <w:rsid w:val="009A3B31"/>
    <w:rsid w:val="009A6698"/>
    <w:rsid w:val="009B4F79"/>
    <w:rsid w:val="009C4A62"/>
    <w:rsid w:val="009E29B9"/>
    <w:rsid w:val="009E55BD"/>
    <w:rsid w:val="009E63A4"/>
    <w:rsid w:val="009E63A8"/>
    <w:rsid w:val="009F00A6"/>
    <w:rsid w:val="009F7D92"/>
    <w:rsid w:val="00A03B26"/>
    <w:rsid w:val="00A059AE"/>
    <w:rsid w:val="00A13313"/>
    <w:rsid w:val="00A1689D"/>
    <w:rsid w:val="00A248DB"/>
    <w:rsid w:val="00A25217"/>
    <w:rsid w:val="00A348CB"/>
    <w:rsid w:val="00A709F1"/>
    <w:rsid w:val="00A72BE0"/>
    <w:rsid w:val="00A873AE"/>
    <w:rsid w:val="00A9419E"/>
    <w:rsid w:val="00AC695F"/>
    <w:rsid w:val="00AC7B6C"/>
    <w:rsid w:val="00AC7C0D"/>
    <w:rsid w:val="00AE73DD"/>
    <w:rsid w:val="00B14E84"/>
    <w:rsid w:val="00B20DAA"/>
    <w:rsid w:val="00B2240C"/>
    <w:rsid w:val="00B22907"/>
    <w:rsid w:val="00B2607E"/>
    <w:rsid w:val="00B31CB1"/>
    <w:rsid w:val="00B35076"/>
    <w:rsid w:val="00B42A03"/>
    <w:rsid w:val="00B510E4"/>
    <w:rsid w:val="00B6324E"/>
    <w:rsid w:val="00B80149"/>
    <w:rsid w:val="00B82AFF"/>
    <w:rsid w:val="00B9269A"/>
    <w:rsid w:val="00B9770C"/>
    <w:rsid w:val="00BA0156"/>
    <w:rsid w:val="00BA2C92"/>
    <w:rsid w:val="00BA5E54"/>
    <w:rsid w:val="00BC26F8"/>
    <w:rsid w:val="00BD512B"/>
    <w:rsid w:val="00BE465E"/>
    <w:rsid w:val="00BF379A"/>
    <w:rsid w:val="00BF4B4B"/>
    <w:rsid w:val="00BF4CE9"/>
    <w:rsid w:val="00BF5967"/>
    <w:rsid w:val="00BF7A90"/>
    <w:rsid w:val="00C10B5B"/>
    <w:rsid w:val="00C11048"/>
    <w:rsid w:val="00C258D6"/>
    <w:rsid w:val="00C31A8E"/>
    <w:rsid w:val="00C35351"/>
    <w:rsid w:val="00C363FF"/>
    <w:rsid w:val="00C370C7"/>
    <w:rsid w:val="00C425EF"/>
    <w:rsid w:val="00C641E5"/>
    <w:rsid w:val="00C644EB"/>
    <w:rsid w:val="00C736FE"/>
    <w:rsid w:val="00C76092"/>
    <w:rsid w:val="00C77402"/>
    <w:rsid w:val="00C77607"/>
    <w:rsid w:val="00C9100F"/>
    <w:rsid w:val="00CA6A38"/>
    <w:rsid w:val="00CA78A6"/>
    <w:rsid w:val="00CB15AE"/>
    <w:rsid w:val="00CC2716"/>
    <w:rsid w:val="00CC4A2F"/>
    <w:rsid w:val="00CD5475"/>
    <w:rsid w:val="00CE3F9A"/>
    <w:rsid w:val="00D06DC5"/>
    <w:rsid w:val="00D14DDE"/>
    <w:rsid w:val="00D1729D"/>
    <w:rsid w:val="00D239C9"/>
    <w:rsid w:val="00D3099C"/>
    <w:rsid w:val="00D40251"/>
    <w:rsid w:val="00D41430"/>
    <w:rsid w:val="00D61A26"/>
    <w:rsid w:val="00D80D8F"/>
    <w:rsid w:val="00D85ED7"/>
    <w:rsid w:val="00DC3527"/>
    <w:rsid w:val="00DC62C3"/>
    <w:rsid w:val="00DD4BA4"/>
    <w:rsid w:val="00DF511E"/>
    <w:rsid w:val="00E03BF9"/>
    <w:rsid w:val="00E06CF2"/>
    <w:rsid w:val="00E36E3B"/>
    <w:rsid w:val="00E45261"/>
    <w:rsid w:val="00E552CF"/>
    <w:rsid w:val="00E76B4E"/>
    <w:rsid w:val="00E80B05"/>
    <w:rsid w:val="00E82674"/>
    <w:rsid w:val="00E93198"/>
    <w:rsid w:val="00EA0883"/>
    <w:rsid w:val="00EA0EB7"/>
    <w:rsid w:val="00EB09E3"/>
    <w:rsid w:val="00EB2E5E"/>
    <w:rsid w:val="00EC4383"/>
    <w:rsid w:val="00ED7243"/>
    <w:rsid w:val="00EE0965"/>
    <w:rsid w:val="00EF60DA"/>
    <w:rsid w:val="00F11874"/>
    <w:rsid w:val="00F21CC0"/>
    <w:rsid w:val="00F22829"/>
    <w:rsid w:val="00F40066"/>
    <w:rsid w:val="00F5395C"/>
    <w:rsid w:val="00F57884"/>
    <w:rsid w:val="00F678E9"/>
    <w:rsid w:val="00F71225"/>
    <w:rsid w:val="00F71930"/>
    <w:rsid w:val="00F873B3"/>
    <w:rsid w:val="00FA33B5"/>
    <w:rsid w:val="00FA4CCB"/>
    <w:rsid w:val="00FC6258"/>
    <w:rsid w:val="00FD12CF"/>
    <w:rsid w:val="00FD44EA"/>
    <w:rsid w:val="00FD6B63"/>
    <w:rsid w:val="00FE308C"/>
    <w:rsid w:val="00FF3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07970AB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402E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402E9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09662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9662C"/>
    <w:rPr>
      <w:sz w:val="24"/>
      <w:szCs w:val="24"/>
    </w:rPr>
  </w:style>
  <w:style w:type="paragraph" w:styleId="Fuzeile">
    <w:name w:val="footer"/>
    <w:basedOn w:val="Standard"/>
    <w:link w:val="FuzeileZchn"/>
    <w:rsid w:val="0009662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09662C"/>
    <w:rPr>
      <w:sz w:val="24"/>
      <w:szCs w:val="24"/>
    </w:rPr>
  </w:style>
  <w:style w:type="paragraph" w:styleId="KeinLeerraum">
    <w:name w:val="No Spacing"/>
    <w:link w:val="KeinLeerraumZchn"/>
    <w:qFormat/>
    <w:rsid w:val="00CA78A6"/>
    <w:rPr>
      <w:rFonts w:ascii="PMingLiU" w:eastAsiaTheme="minorEastAsia" w:hAnsi="PMingLiU" w:cstheme="minorBidi"/>
      <w:sz w:val="22"/>
      <w:szCs w:val="22"/>
    </w:rPr>
  </w:style>
  <w:style w:type="character" w:customStyle="1" w:styleId="KeinLeerraumZchn">
    <w:name w:val="Kein Leerraum Zchn"/>
    <w:basedOn w:val="Absatz-Standardschriftart"/>
    <w:link w:val="KeinLeerraum"/>
    <w:rsid w:val="00CA78A6"/>
    <w:rPr>
      <w:rFonts w:ascii="PMingLiU" w:eastAsiaTheme="minorEastAsia" w:hAnsi="PMingLiU" w:cstheme="minorBidi"/>
      <w:sz w:val="22"/>
      <w:szCs w:val="22"/>
    </w:rPr>
  </w:style>
  <w:style w:type="paragraph" w:styleId="Listenabsatz">
    <w:name w:val="List Paragraph"/>
    <w:basedOn w:val="Standard"/>
    <w:uiPriority w:val="34"/>
    <w:qFormat/>
    <w:rsid w:val="00B9770C"/>
    <w:pPr>
      <w:ind w:left="720"/>
      <w:contextualSpacing/>
    </w:pPr>
  </w:style>
  <w:style w:type="character" w:styleId="Link">
    <w:name w:val="Hyperlink"/>
    <w:basedOn w:val="Absatz-Standardschriftart"/>
    <w:rsid w:val="00B9770C"/>
    <w:rPr>
      <w:color w:val="0000FF" w:themeColor="hyperlink"/>
      <w:u w:val="single"/>
    </w:rPr>
  </w:style>
  <w:style w:type="table" w:styleId="Tabellenraster">
    <w:name w:val="Table Grid"/>
    <w:basedOn w:val="NormaleTabelle"/>
    <w:rsid w:val="003C62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esuchterLink">
    <w:name w:val="FollowedHyperlink"/>
    <w:basedOn w:val="Absatz-Standardschriftart"/>
    <w:rsid w:val="00B42A03"/>
    <w:rPr>
      <w:color w:val="800080" w:themeColor="followedHyperlink"/>
      <w:u w:val="single"/>
    </w:rPr>
  </w:style>
  <w:style w:type="paragraph" w:styleId="Untertitel">
    <w:name w:val="Subtitle"/>
    <w:basedOn w:val="Standard"/>
    <w:next w:val="Standard"/>
    <w:link w:val="UntertitelZchn"/>
    <w:qFormat/>
    <w:rsid w:val="000C4A7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rsid w:val="000C4A7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itel">
    <w:name w:val="Title"/>
    <w:basedOn w:val="Standard"/>
    <w:next w:val="Standard"/>
    <w:link w:val="TitelZchn"/>
    <w:qFormat/>
    <w:rsid w:val="00D14DD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rsid w:val="00D14DD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glossaryDocument" Target="glossary/document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ennoschroeder/Library/Group%20Containers/UBF8T346G9.Office/User%20Content.localized/Templates.localized/Arbeitsauftrag_Inf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1D00ACA2DD5E649A9CE9EEAAE7F2AC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07114C-838C-2546-A782-44EC0888D198}"/>
      </w:docPartPr>
      <w:docPartBody>
        <w:p w:rsidR="00807719" w:rsidRDefault="00AC2D3E">
          <w:pPr>
            <w:pStyle w:val="E1D00ACA2DD5E649A9CE9EEAAE7F2ACB"/>
          </w:pPr>
          <w:r>
            <w:rPr>
              <w:b/>
              <w:bCs/>
              <w:caps/>
            </w:rPr>
            <w:t>Geben Sie den Dokumenttitel ein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PMingLiU"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D3E"/>
    <w:rsid w:val="00224C58"/>
    <w:rsid w:val="00535E09"/>
    <w:rsid w:val="00807719"/>
    <w:rsid w:val="008E4CF8"/>
    <w:rsid w:val="00AC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efaultImageDpi w14:val="32767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1D00ACA2DD5E649A9CE9EEAAE7F2ACB">
    <w:name w:val="E1D00ACA2DD5E649A9CE9EEAAE7F2A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ACB651-7B14-8E40-8FA9-77D6ED1DE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Arbeitsauftrag_Info.dotx</Template>
  <TotalTime>0</TotalTime>
  <Pages>1</Pages>
  <Words>65</Words>
  <Characters>410</Characters>
  <Application>Microsoft Macintosh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474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Enno Schröder</dc:creator>
  <cp:keywords/>
  <dc:description/>
  <cp:lastModifiedBy>Enno Schröder</cp:lastModifiedBy>
  <cp:revision>3</cp:revision>
  <cp:lastPrinted>2014-11-17T19:53:00Z</cp:lastPrinted>
  <dcterms:created xsi:type="dcterms:W3CDTF">2017-09-18T07:51:00Z</dcterms:created>
  <dcterms:modified xsi:type="dcterms:W3CDTF">2017-09-18T13:55:00Z</dcterms:modified>
  <cp:category/>
</cp:coreProperties>
</file>